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>
        <w:rPr>
          <w:b/>
          <w:sz w:val="24"/>
        </w:rPr>
        <w:t>Texte d'appel d'offres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KOSTAL PIKO CI 60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Avec 2 trackers MPP et un </w:t>
      </w:r>
      <w:r w:rsidR="00952488">
        <w:rPr>
          <w:sz w:val="24"/>
        </w:rPr>
        <w:t>datalogger</w:t>
      </w:r>
      <w:r>
        <w:rPr>
          <w:sz w:val="24"/>
        </w:rPr>
        <w:t xml:space="preserve"> intégré, adapté au montage intérieur et extérieur, tension d'entrée max : 1100 V, courant d'entrée maximal par tracker MPP : 39,0 A, raccordement au réseau : triphasé 400 V, facteur de puissance : 0,8 surexcité à 0,8 sous-excité, rendement : min. 98,3 %, rendement Euro : min. 98,1 %, classe de protection (selon EN 62109-1) : I, avec point de coupure automatique selon VDE 0126-1-1, disjoncteur de couplage intégré, type de protection selon ICE 60529 : IP 65, température ambiante : -25 à +60 °C, topologie : sans transformateur, connexion DC : 4 - 6 mm², connexion AC : 35 - 50 mm², interfaces : LAN pour TCP/IP, Modbus RTU, RS 485 pour la communication avec Smart Meter, interface de données pour le montage en cascade d'onduleurs (Daisy Chain), affichages : </w:t>
      </w:r>
      <w:r w:rsidR="00952488">
        <w:rPr>
          <w:sz w:val="24"/>
        </w:rPr>
        <w:t>Affichages de notifications par LED, monitoring via une application smartphone, et en ligne avec le Solar Portal, y compris la notification des e</w:t>
      </w:r>
      <w:bookmarkStart w:id="0" w:name="_GoBack"/>
      <w:bookmarkEnd w:id="0"/>
      <w:r w:rsidR="00952488">
        <w:rPr>
          <w:sz w:val="24"/>
        </w:rPr>
        <w:t>rreurs par mail en cas de panne, avec sortie pour Energy Meter pour le contrôle dynamique de la puissance active et la mesure de l’autoconsommation sur 24 heures</w:t>
      </w:r>
      <w:r>
        <w:rPr>
          <w:sz w:val="24"/>
        </w:rPr>
        <w:t xml:space="preserve">, avec entrée intégrée pour le raccordement direct d'un récepteur centralisé. Connexion AC 4 fils. Certification selon EN62109-1, EN62109-2 et VDE-AR-N 4105:2018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Puissance apparente de sortie max. : </w:t>
      </w:r>
      <w:r>
        <w:rPr>
          <w:sz w:val="24"/>
        </w:rPr>
        <w:tab/>
        <w:t>60,0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Puissance PV max. (cos φ = 1) : </w:t>
      </w:r>
      <w:r>
        <w:rPr>
          <w:sz w:val="24"/>
        </w:rPr>
        <w:tab/>
        <w:t>90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Plage MPP à la puissance nominale :</w:t>
      </w:r>
      <w:r>
        <w:rPr>
          <w:sz w:val="24"/>
        </w:rPr>
        <w:tab/>
        <w:t>540 - 800 V</w:t>
      </w:r>
    </w:p>
    <w:p w:rsidR="00C935A5" w:rsidRDefault="00985CC6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Plage de tension de travail MPP : </w:t>
      </w:r>
      <w:r>
        <w:rPr>
          <w:sz w:val="24"/>
        </w:rPr>
        <w:tab/>
        <w:t>200 - 960 V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Connexions LAN / Daisy Chain :</w:t>
      </w:r>
      <w:r>
        <w:rPr>
          <w:sz w:val="24"/>
        </w:rPr>
        <w:tab/>
        <w:t>2 / oui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Fabricant/type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« KOSTAL / PIKO CI 60 »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ou équivalent.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Fabricant/type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>« .................................................... »</w:t>
      </w:r>
    </w:p>
    <w:p w:rsidR="003E4B04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sz w:val="24"/>
        </w:rPr>
        <w:t xml:space="preserve">à inscrire par le soumissionnaire.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12" w:rsidRDefault="00344212" w:rsidP="00236988">
      <w:pPr>
        <w:spacing w:after="0" w:line="240" w:lineRule="auto"/>
      </w:pPr>
      <w:r>
        <w:separator/>
      </w:r>
    </w:p>
  </w:endnote>
  <w:endnote w:type="continuationSeparator" w:id="0">
    <w:p w:rsidR="00344212" w:rsidRDefault="00344212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12" w:rsidRDefault="00344212" w:rsidP="00236988">
      <w:pPr>
        <w:spacing w:after="0" w:line="240" w:lineRule="auto"/>
      </w:pPr>
      <w:r>
        <w:separator/>
      </w:r>
    </w:p>
  </w:footnote>
  <w:footnote w:type="continuationSeparator" w:id="0">
    <w:p w:rsidR="00344212" w:rsidRDefault="00344212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44212"/>
    <w:rsid w:val="003913F4"/>
    <w:rsid w:val="003B4852"/>
    <w:rsid w:val="003E4B04"/>
    <w:rsid w:val="003F6458"/>
    <w:rsid w:val="00576B8C"/>
    <w:rsid w:val="00583E36"/>
    <w:rsid w:val="00742482"/>
    <w:rsid w:val="007F6252"/>
    <w:rsid w:val="00952488"/>
    <w:rsid w:val="00985CC6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1677B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988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Mazade, Guillaume</cp:lastModifiedBy>
  <cp:revision>4</cp:revision>
  <dcterms:created xsi:type="dcterms:W3CDTF">2022-03-02T14:21:00Z</dcterms:created>
  <dcterms:modified xsi:type="dcterms:W3CDTF">2024-11-19T16:10:00Z</dcterms:modified>
</cp:coreProperties>
</file>